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37" w:rsidRPr="00FE7B8E" w:rsidRDefault="00351B37" w:rsidP="00FE7B8E">
      <w:pPr>
        <w:rPr>
          <w:sz w:val="36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2" o:spid="_x0000_s1026" type="#_x0000_t202" style="position:absolute;margin-left:-53.6pt;margin-top:-22.95pt;width:400.3pt;height:91.65pt;z-index:251656192;visibility:visible" filled="f" stroked="f">
            <v:textbox>
              <w:txbxContent>
                <w:p w:rsidR="00351B37" w:rsidRPr="007135DA" w:rsidRDefault="00351B37" w:rsidP="00811205">
                  <w:pPr>
                    <w:tabs>
                      <w:tab w:val="left" w:pos="2627"/>
                    </w:tabs>
                    <w:jc w:val="center"/>
                    <w:rPr>
                      <w:rFonts w:ascii="Courier New" w:hAnsi="Courier New" w:cs="Courier New"/>
                      <w:b/>
                      <w:caps/>
                      <w:color w:val="0070C0"/>
                      <w:sz w:val="56"/>
                      <w:szCs w:val="72"/>
                    </w:rPr>
                  </w:pPr>
                  <w:r w:rsidRPr="007135DA">
                    <w:rPr>
                      <w:rFonts w:ascii="Courier New" w:hAnsi="Courier New" w:cs="Courier New"/>
                      <w:b/>
                      <w:caps/>
                      <w:color w:val="0070C0"/>
                      <w:sz w:val="56"/>
                      <w:szCs w:val="72"/>
                    </w:rPr>
                    <w:t>Méthodes et pratiques scientiFIques</w:t>
                  </w:r>
                </w:p>
              </w:txbxContent>
            </v:textbox>
          </v:shape>
        </w:pict>
      </w:r>
    </w:p>
    <w:p w:rsidR="00351B37" w:rsidRPr="00FE7B8E" w:rsidRDefault="00351B37" w:rsidP="00FE7B8E">
      <w:pPr>
        <w:rPr>
          <w:sz w:val="36"/>
        </w:rPr>
      </w:pPr>
      <w:r>
        <w:rPr>
          <w:noProof/>
          <w:lang w:eastAsia="fr-FR"/>
        </w:rPr>
        <w:pict>
          <v:shape id="_x0000_s1027" type="#_x0000_t202" style="position:absolute;margin-left:333pt;margin-top:90.75pt;width:126pt;height:18pt;z-index:251661312" stroked="f">
            <v:textbox style="mso-next-textbox:#_x0000_s1027">
              <w:txbxContent>
                <w:p w:rsidR="00351B37" w:rsidRPr="00794CE4" w:rsidRDefault="00351B37" w:rsidP="00FB59F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…………………………………………….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315pt;margin-top:45.75pt;width:126pt;height:18pt;z-index:251660288" stroked="f">
            <v:textbox style="mso-next-textbox:#_x0000_s1028">
              <w:txbxContent>
                <w:p w:rsidR="00351B37" w:rsidRPr="00794CE4" w:rsidRDefault="00351B37" w:rsidP="00FB59F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…………………………………………….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" o:spid="_x0000_s1029" type="#_x0000_t75" style="position:absolute;margin-left:9.75pt;margin-top:45.9pt;width:447.55pt;height:181.4pt;z-index:-251659264;visibility:visible" wrapcoords="-36 0 -36 21511 21600 21511 21600 0 -36 0">
            <v:imagedata r:id="rId6" o:title="" cropleft="499f" cropright="371f"/>
            <w10:wrap type="through"/>
          </v:shape>
        </w:pict>
      </w:r>
    </w:p>
    <w:p w:rsidR="00351B37" w:rsidRPr="00FE7B8E" w:rsidRDefault="00351B37" w:rsidP="00FE7B8E">
      <w:pPr>
        <w:rPr>
          <w:sz w:val="36"/>
        </w:rPr>
      </w:pPr>
      <w:r>
        <w:rPr>
          <w:noProof/>
          <w:lang w:eastAsia="fr-FR"/>
        </w:rPr>
        <w:pict>
          <v:shape id="Zone de texte 14" o:spid="_x0000_s1030" type="#_x0000_t202" style="position:absolute;margin-left:-21.3pt;margin-top:23.75pt;width:526.2pt;height:40.95pt;z-index:251658240;visibility:visible" filled="f" stroked="f">
            <v:textbox>
              <w:txbxContent>
                <w:p w:rsidR="00351B37" w:rsidRPr="00AD6DEF" w:rsidRDefault="00351B37" w:rsidP="00A6589B">
                  <w:pPr>
                    <w:jc w:val="center"/>
                    <w:rPr>
                      <w:b/>
                      <w:sz w:val="56"/>
                      <w:szCs w:val="72"/>
                    </w:rPr>
                  </w:pPr>
                  <w:r>
                    <w:rPr>
                      <w:b/>
                      <w:sz w:val="56"/>
                      <w:szCs w:val="72"/>
                    </w:rPr>
                    <w:t>Enquête policière n°</w:t>
                  </w:r>
                  <w:bookmarkStart w:id="0" w:name="_GoBack"/>
                  <w:bookmarkEnd w:id="0"/>
                  <w:r w:rsidRPr="00AD6DEF">
                    <w:rPr>
                      <w:b/>
                      <w:sz w:val="56"/>
                      <w:szCs w:val="72"/>
                    </w:rPr>
                    <w:t>2011</w:t>
                  </w:r>
                  <w:r>
                    <w:rPr>
                      <w:b/>
                      <w:sz w:val="56"/>
                      <w:szCs w:val="72"/>
                    </w:rPr>
                    <w:t>2012-2</w:t>
                  </w:r>
                </w:p>
                <w:p w:rsidR="00351B37" w:rsidRDefault="00351B37" w:rsidP="00A6589B">
                  <w:pPr>
                    <w:jc w:val="center"/>
                    <w:rPr>
                      <w:b/>
                      <w:sz w:val="36"/>
                      <w:szCs w:val="72"/>
                    </w:rPr>
                  </w:pPr>
                  <w:r>
                    <w:rPr>
                      <w:b/>
                      <w:sz w:val="36"/>
                      <w:szCs w:val="72"/>
                    </w:rPr>
                    <w:t>menée par le groupe d’experts</w:t>
                  </w:r>
                </w:p>
                <w:p w:rsidR="00351B37" w:rsidRDefault="00351B37" w:rsidP="00A6589B">
                  <w:pPr>
                    <w:jc w:val="center"/>
                    <w:rPr>
                      <w:b/>
                      <w:sz w:val="36"/>
                      <w:szCs w:val="72"/>
                    </w:rPr>
                  </w:pPr>
                </w:p>
                <w:p w:rsidR="00351B37" w:rsidRPr="007135DA" w:rsidRDefault="00351B37" w:rsidP="00A6589B">
                  <w:pPr>
                    <w:jc w:val="center"/>
                    <w:rPr>
                      <w:b/>
                      <w:sz w:val="36"/>
                      <w:szCs w:val="72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11" o:spid="_x0000_s1031" type="#_x0000_t202" style="position:absolute;margin-left:1.25pt;margin-top:31.35pt;width:193.15pt;height:91.65pt;rotation:-1466619fd;z-index:251655168;visibility:visible" filled="f" stroked="f">
            <v:textbox>
              <w:txbxContent>
                <w:p w:rsidR="00351B37" w:rsidRPr="00811205" w:rsidRDefault="00351B37" w:rsidP="00BC67BE">
                  <w:pPr>
                    <w:tabs>
                      <w:tab w:val="left" w:pos="2627"/>
                    </w:tabs>
                    <w:jc w:val="center"/>
                    <w:rPr>
                      <w:rFonts w:ascii="Courier New" w:hAnsi="Courier New" w:cs="Courier New"/>
                      <w:b/>
                      <w:caps/>
                      <w:sz w:val="56"/>
                      <w:szCs w:val="72"/>
                    </w:rPr>
                  </w:pPr>
                </w:p>
              </w:txbxContent>
            </v:textbox>
          </v:shape>
        </w:pict>
      </w:r>
    </w:p>
    <w:p w:rsidR="00351B37" w:rsidRPr="00FE7B8E" w:rsidRDefault="00351B37" w:rsidP="00FE7B8E">
      <w:pPr>
        <w:rPr>
          <w:sz w:val="36"/>
        </w:rPr>
      </w:pPr>
    </w:p>
    <w:p w:rsidR="00351B37" w:rsidRPr="00FE7B8E" w:rsidRDefault="00351B37" w:rsidP="00FE7B8E">
      <w:pPr>
        <w:rPr>
          <w:sz w:val="36"/>
        </w:rPr>
      </w:pPr>
      <w:r>
        <w:rPr>
          <w:noProof/>
          <w:lang w:eastAsia="fr-FR"/>
        </w:rPr>
        <w:pict>
          <v:shape id="Image 1" o:spid="_x0000_s1032" type="#_x0000_t75" alt="http://cahm.elg.ca/public/FrancisCBouchard/crime_scene.png" style="position:absolute;margin-left:113.9pt;margin-top:11.8pt;width:205.6pt;height:154.1pt;z-index:-251662336;visibility:visible" wrapcoords="-79 0 -79 21495 21600 21495 21600 0 -79 0">
            <v:imagedata r:id="rId7" o:title=""/>
            <w10:wrap type="through"/>
          </v:shape>
        </w:pict>
      </w:r>
    </w:p>
    <w:p w:rsidR="00351B37" w:rsidRPr="00FE7B8E" w:rsidRDefault="00351B37" w:rsidP="00FE7B8E">
      <w:pPr>
        <w:rPr>
          <w:sz w:val="36"/>
        </w:rPr>
      </w:pPr>
    </w:p>
    <w:p w:rsidR="00351B37" w:rsidRPr="00FE7B8E" w:rsidRDefault="00351B37" w:rsidP="007828A3">
      <w:pPr>
        <w:rPr>
          <w:sz w:val="36"/>
        </w:rPr>
      </w:pPr>
    </w:p>
    <w:p w:rsidR="00351B37" w:rsidRPr="00FE7B8E" w:rsidRDefault="00351B37" w:rsidP="00FE7B8E">
      <w:pPr>
        <w:rPr>
          <w:sz w:val="36"/>
        </w:rPr>
      </w:pPr>
    </w:p>
    <w:p w:rsidR="00351B37" w:rsidRPr="00FE7B8E" w:rsidRDefault="00351B37" w:rsidP="00FE7B8E">
      <w:pPr>
        <w:rPr>
          <w:sz w:val="36"/>
        </w:rPr>
      </w:pPr>
    </w:p>
    <w:p w:rsidR="00351B37" w:rsidRPr="007135DA" w:rsidRDefault="00351B37" w:rsidP="00FE7B8E">
      <w:pPr>
        <w:rPr>
          <w:sz w:val="36"/>
        </w:rPr>
      </w:pPr>
      <w:r>
        <w:rPr>
          <w:noProof/>
          <w:lang w:eastAsia="fr-FR"/>
        </w:rPr>
        <w:pict>
          <v:shape id="Image 5" o:spid="_x0000_s1033" type="#_x0000_t75" alt="http://image.spreadshirt.net/image-server/image/composition/10053703/view/1/producttypecolor/1/type/png/width/280/height/280/trou-de-balle_design.png" style="position:absolute;margin-left:437.15pt;margin-top:4.35pt;width:49.5pt;height:46.05pt;z-index:251659264;visibility:visible">
            <v:imagedata r:id="rId8" o:title="" croptop="12103f" cropbottom="38539f" cropleft="5739f" cropright="43876f" chromakey="white"/>
          </v:shape>
        </w:pict>
      </w:r>
    </w:p>
    <w:p w:rsidR="00351B37" w:rsidRPr="007135DA" w:rsidRDefault="00351B37" w:rsidP="00AD6DE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urier New" w:hAnsi="Courier New" w:cs="Courier New"/>
          <w:b/>
          <w:color w:val="0070C0"/>
          <w:sz w:val="44"/>
        </w:rPr>
      </w:pPr>
      <w:r>
        <w:rPr>
          <w:rFonts w:ascii="Courier New" w:hAnsi="Courier New" w:cs="Courier New"/>
          <w:b/>
          <w:color w:val="0070C0"/>
          <w:sz w:val="44"/>
        </w:rPr>
        <w:t>Meurtres de Madame Vanessa Delcapri et de Monsieur Warren Steel- Altkirch</w:t>
      </w:r>
    </w:p>
    <w:p w:rsidR="00351B37" w:rsidRPr="00AD6DEF" w:rsidRDefault="00351B37" w:rsidP="00AE4AA2">
      <w:pPr>
        <w:tabs>
          <w:tab w:val="left" w:pos="2627"/>
        </w:tabs>
        <w:rPr>
          <w:color w:val="000000"/>
          <w:sz w:val="36"/>
        </w:rPr>
      </w:pPr>
      <w:r w:rsidRPr="00AD6DEF">
        <w:rPr>
          <w:color w:val="000000"/>
          <w:sz w:val="36"/>
        </w:rPr>
        <w:t xml:space="preserve">Dossier </w:t>
      </w:r>
      <w:r>
        <w:rPr>
          <w:color w:val="000000"/>
          <w:sz w:val="36"/>
        </w:rPr>
        <w:t>ouvert le ……………………… 2012 au Lycée Jean-Jacques Henner d’Altkirch par le groupe d’Experts MPS ……………………..</w:t>
      </w:r>
    </w:p>
    <w:sectPr w:rsidR="00351B37" w:rsidRPr="00AD6DEF" w:rsidSect="00520660"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B37" w:rsidRDefault="00351B37" w:rsidP="00BC67BE">
      <w:pPr>
        <w:spacing w:after="0" w:line="240" w:lineRule="auto"/>
      </w:pPr>
      <w:r>
        <w:separator/>
      </w:r>
    </w:p>
  </w:endnote>
  <w:endnote w:type="continuationSeparator" w:id="1">
    <w:p w:rsidR="00351B37" w:rsidRDefault="00351B37" w:rsidP="00BC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B37" w:rsidRPr="00A6589B" w:rsidRDefault="00351B37" w:rsidP="00BC67BE">
    <w:pPr>
      <w:pStyle w:val="Footer"/>
      <w:jc w:val="center"/>
      <w:rPr>
        <w:rFonts w:ascii="Courier New" w:hAnsi="Courier New" w:cs="Courier Ne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B37" w:rsidRDefault="00351B37" w:rsidP="00BC67BE">
      <w:pPr>
        <w:spacing w:after="0" w:line="240" w:lineRule="auto"/>
      </w:pPr>
      <w:r>
        <w:separator/>
      </w:r>
    </w:p>
  </w:footnote>
  <w:footnote w:type="continuationSeparator" w:id="1">
    <w:p w:rsidR="00351B37" w:rsidRDefault="00351B37" w:rsidP="00BC67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B8E"/>
    <w:rsid w:val="00182D2A"/>
    <w:rsid w:val="00254CB3"/>
    <w:rsid w:val="002C0B23"/>
    <w:rsid w:val="00351B37"/>
    <w:rsid w:val="004E418E"/>
    <w:rsid w:val="005111C3"/>
    <w:rsid w:val="00512051"/>
    <w:rsid w:val="00520660"/>
    <w:rsid w:val="005F7DB6"/>
    <w:rsid w:val="006D3F92"/>
    <w:rsid w:val="007135DA"/>
    <w:rsid w:val="007173F6"/>
    <w:rsid w:val="00770D4F"/>
    <w:rsid w:val="007828A3"/>
    <w:rsid w:val="00794CE4"/>
    <w:rsid w:val="007A4B1C"/>
    <w:rsid w:val="007D739D"/>
    <w:rsid w:val="00811205"/>
    <w:rsid w:val="008665FD"/>
    <w:rsid w:val="008F0A98"/>
    <w:rsid w:val="00913046"/>
    <w:rsid w:val="0092438B"/>
    <w:rsid w:val="00925F57"/>
    <w:rsid w:val="009A7910"/>
    <w:rsid w:val="00A239B3"/>
    <w:rsid w:val="00A615D4"/>
    <w:rsid w:val="00A6589B"/>
    <w:rsid w:val="00AC73D9"/>
    <w:rsid w:val="00AD1F3F"/>
    <w:rsid w:val="00AD6DEF"/>
    <w:rsid w:val="00AE4AA2"/>
    <w:rsid w:val="00B02D9E"/>
    <w:rsid w:val="00B3462C"/>
    <w:rsid w:val="00B96DF0"/>
    <w:rsid w:val="00BC67BE"/>
    <w:rsid w:val="00BE0758"/>
    <w:rsid w:val="00CB509C"/>
    <w:rsid w:val="00CD2241"/>
    <w:rsid w:val="00D72C66"/>
    <w:rsid w:val="00DF0E0C"/>
    <w:rsid w:val="00E33856"/>
    <w:rsid w:val="00E62EE2"/>
    <w:rsid w:val="00F61959"/>
    <w:rsid w:val="00FA29FF"/>
    <w:rsid w:val="00FB59F7"/>
    <w:rsid w:val="00FE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6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E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7B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C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67B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C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67BE"/>
    <w:rPr>
      <w:rFonts w:cs="Times New Roman"/>
    </w:rPr>
  </w:style>
  <w:style w:type="paragraph" w:styleId="NoSpacing">
    <w:name w:val="No Spacing"/>
    <w:uiPriority w:val="99"/>
    <w:qFormat/>
    <w:rsid w:val="007D739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31</Words>
  <Characters>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Heinis</dc:creator>
  <cp:keywords/>
  <dc:description/>
  <cp:lastModifiedBy>TRABER</cp:lastModifiedBy>
  <cp:revision>10</cp:revision>
  <cp:lastPrinted>2011-07-24T13:20:00Z</cp:lastPrinted>
  <dcterms:created xsi:type="dcterms:W3CDTF">2011-04-04T08:25:00Z</dcterms:created>
  <dcterms:modified xsi:type="dcterms:W3CDTF">2012-01-22T16:37:00Z</dcterms:modified>
</cp:coreProperties>
</file>